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8FA" w:rsidRDefault="00F228FA" w:rsidP="00A11072">
      <w:pPr>
        <w:rPr>
          <w:rFonts w:ascii="Times New Roman" w:hAnsi="Times New Roman"/>
          <w:b/>
          <w:sz w:val="24"/>
          <w:szCs w:val="24"/>
          <w:lang w:val="tt-RU"/>
        </w:rPr>
      </w:pPr>
    </w:p>
    <w:p w:rsidR="00F228FA" w:rsidRDefault="00F228FA" w:rsidP="00A11072">
      <w:pPr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Критерии письменного задания 7-8 классы</w:t>
      </w:r>
    </w:p>
    <w:p w:rsidR="00F228FA" w:rsidRDefault="00F228FA" w:rsidP="00A11072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Максимальное количество баллов: 20</w:t>
      </w: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5264" w:type="pct"/>
        <w:tblCellMar>
          <w:left w:w="0" w:type="dxa"/>
          <w:right w:w="0" w:type="dxa"/>
        </w:tblCellMar>
        <w:tblLook w:val="00A0"/>
      </w:tblPr>
      <w:tblGrid>
        <w:gridCol w:w="9"/>
        <w:gridCol w:w="155"/>
        <w:gridCol w:w="2369"/>
        <w:gridCol w:w="18"/>
        <w:gridCol w:w="12"/>
        <w:gridCol w:w="75"/>
        <w:gridCol w:w="146"/>
        <w:gridCol w:w="3977"/>
        <w:gridCol w:w="3549"/>
        <w:gridCol w:w="543"/>
        <w:gridCol w:w="134"/>
        <w:gridCol w:w="30"/>
        <w:gridCol w:w="12"/>
      </w:tblGrid>
      <w:tr w:rsidR="00F228FA" w:rsidRPr="00115553" w:rsidTr="0018418A">
        <w:trPr>
          <w:gridAfter w:val="1"/>
          <w:wAfter w:w="6" w:type="pct"/>
          <w:trHeight w:val="49"/>
        </w:trPr>
        <w:tc>
          <w:tcPr>
            <w:tcW w:w="1157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9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871" w:type="pct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380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610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660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Максимум 10 баллов</w:t>
            </w:r>
          </w:p>
        </w:tc>
        <w:tc>
          <w:tcPr>
            <w:tcW w:w="308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25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F228FA" w:rsidRPr="00115553" w:rsidRDefault="00F2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F228FA" w:rsidRPr="00115553" w:rsidRDefault="00F2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240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3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БАЛЛЫ</w:t>
            </w: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65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</w:rPr>
              <w:t>за содержание</w:t>
            </w: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200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8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258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9-10 баллов</w:t>
            </w: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8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Коммуникативная задача успешно решена – содержание раскрыто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142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81" w:type="pct"/>
            <w:gridSpan w:val="3"/>
            <w:vMerge w:val="restar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полно. Участник демонстрирует умение описывать имевшие место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269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</w:tcPr>
          <w:p w:rsidR="00F228FA" w:rsidRPr="00115553" w:rsidRDefault="00F2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или вымышленные события, проявляя при этом творческий подход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41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и оригинальность мышления. Сюжет понятен, динамичен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интересен. Середина текста полностью вписывается в сюжет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41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соответствует заданному жанру и стилю. Рассказ передает чувства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эмоции автора и/или героев.</w:t>
            </w:r>
          </w:p>
        </w:tc>
        <w:tc>
          <w:tcPr>
            <w:tcW w:w="1610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147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87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1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258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8-7 баллов</w:t>
            </w: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1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Коммуникативная задача выполнена.</w:t>
            </w:r>
          </w:p>
        </w:tc>
        <w:tc>
          <w:tcPr>
            <w:tcW w:w="1610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Текст рассказа соответствует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140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81" w:type="pct"/>
            <w:gridSpan w:val="3"/>
            <w:vMerge w:val="restar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заданным параметрам. Участник демонстрирует умение описывать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268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</w:tcPr>
          <w:p w:rsidR="00F228FA" w:rsidRPr="00115553" w:rsidRDefault="00F2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147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8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269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8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имевшие место или вымышленные события. Сюжет  понятен, но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тривиален. Середина текста полностью вписывается в сюжет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41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соответствует заданному жанру и стилю. Передает чувства и эмоции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автора и/или героев.</w:t>
            </w:r>
          </w:p>
        </w:tc>
        <w:tc>
          <w:tcPr>
            <w:tcW w:w="1610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After w:val="1"/>
          <w:wAfter w:w="6" w:type="pct"/>
          <w:trHeight w:val="147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87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1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280"/>
        </w:trPr>
        <w:tc>
          <w:tcPr>
            <w:tcW w:w="7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6-5 баллов</w:t>
            </w:r>
          </w:p>
        </w:tc>
        <w:tc>
          <w:tcPr>
            <w:tcW w:w="10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Коммуникативная задача в целом выполнена, однако имеются</w:t>
            </w:r>
          </w:p>
        </w:tc>
        <w:tc>
          <w:tcPr>
            <w:tcW w:w="6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Merge w:val="restar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отдельные нарушения целостности содержания рассказа. Сюжет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269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</w:tcPr>
          <w:p w:rsidR="00F228FA" w:rsidRPr="00115553" w:rsidRDefault="00F2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понятен, но не имеет динамики развития. Середина написанного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413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рассказа не совсем сочетается с началом и концовкой. Рассказ не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передает чувства и эмоции автора и/или героев. Рассказ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413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соответствует заданному жанру и стилю.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144"/>
        </w:trPr>
        <w:tc>
          <w:tcPr>
            <w:tcW w:w="11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26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4-3 балла</w:t>
            </w: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Коммуникативная задача выполнена частично. Содержание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Merge w:val="restar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письменного текста не полностью соответствует заданным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268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</w:tcPr>
          <w:p w:rsidR="00F228FA" w:rsidRPr="00115553" w:rsidRDefault="00F2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параметрам. Сюжет не всегда понятен, тривиален, не имеет динамики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144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269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развития. Участник не владеет стратегиями описания событий и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героев. Рассказ не полностью соответствует заданному жанру и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413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стилю.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144"/>
        </w:trPr>
        <w:tc>
          <w:tcPr>
            <w:tcW w:w="11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26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2-1</w:t>
            </w: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 xml:space="preserve">Предпринята попытка выполнения задания, но содержание текста </w:t>
            </w: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не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Merge w:val="restar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отвечает заданным параметрам. Рассказ не соответствует заданному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268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</w:tcPr>
          <w:p w:rsidR="00F228FA" w:rsidRPr="00115553" w:rsidRDefault="00F2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жанру и стилю.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153"/>
        </w:trPr>
        <w:tc>
          <w:tcPr>
            <w:tcW w:w="11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66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2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75" w:type="pct"/>
            <w:vMerge w:val="restar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661" w:type="pct"/>
            <w:gridSpan w:val="3"/>
            <w:vMerge w:val="restar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Коммуникативная задача не решена. Рассказ не получился, цель не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256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F228FA" w:rsidRPr="00115553" w:rsidRDefault="00F2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vAlign w:val="center"/>
          </w:tcPr>
          <w:p w:rsidR="00F228FA" w:rsidRPr="00115553" w:rsidRDefault="00F22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228FA" w:rsidRPr="00115553" w:rsidTr="0018418A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75" w:type="pct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достигнута.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F228FA" w:rsidRPr="00115553" w:rsidRDefault="00F22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F228FA" w:rsidRDefault="00F228FA" w:rsidP="00A11072">
      <w:pPr>
        <w:rPr>
          <w:rFonts w:ascii="Times New Roman" w:hAnsi="Times New Roman"/>
          <w:b/>
          <w:sz w:val="24"/>
          <w:szCs w:val="24"/>
          <w:lang w:val="tt-RU"/>
        </w:rPr>
      </w:pPr>
    </w:p>
    <w:p w:rsidR="00F228FA" w:rsidRDefault="00F228FA" w:rsidP="00A11072">
      <w:pPr>
        <w:rPr>
          <w:lang w:val="tt-RU"/>
        </w:rPr>
      </w:pPr>
    </w:p>
    <w:p w:rsidR="00F228FA" w:rsidRDefault="00F228FA" w:rsidP="00A110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28FA" w:rsidRDefault="00F228FA" w:rsidP="00A11072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ОРГАНИЗАЦИЯ ТЕКСТА И ЯЗЫКОВОЕ ОФОРМЛЕНИЕ   Максимум 10 баллов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F228FA" w:rsidRDefault="00F228FA" w:rsidP="00A110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622"/>
        <w:gridCol w:w="2622"/>
        <w:gridCol w:w="2622"/>
        <w:gridCol w:w="2622"/>
      </w:tblGrid>
      <w:tr w:rsidR="00F228FA" w:rsidRPr="00115553" w:rsidTr="00115553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Композиция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(максимум 2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(ма</w:t>
            </w: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симум 3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Орфография 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пунктуация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(макс</w:t>
            </w: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мум 2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5553">
              <w:rPr>
                <w:rFonts w:ascii="Times New Roman" w:hAnsi="Times New Roman"/>
                <w:b/>
                <w:bCs/>
                <w:w w:val="98"/>
                <w:sz w:val="24"/>
                <w:szCs w:val="24"/>
              </w:rPr>
              <w:t>балла)</w:t>
            </w:r>
          </w:p>
        </w:tc>
      </w:tr>
      <w:tr w:rsidR="00F228FA" w:rsidRPr="00115553" w:rsidTr="00115553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Работа не имеет ош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бок с точки зрения композиции. Собл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ю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дена логика высказ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ы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вания. Средства лог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ческой связи присутс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т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вуют. Текст правильно разделен на абзацы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sz w:val="24"/>
                <w:szCs w:val="24"/>
              </w:rPr>
              <w:t xml:space="preserve">3 балла   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Участник демонстр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рует богатый лексич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ский запас, необход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мый для раскрытия темы, точный выбор слов и адекватное вл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дение лексической с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четаемостью.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Работа практически не содержит ошибок с точки  зрения лексич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ского оформления (д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пускается не более 1 ошибки).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sz w:val="24"/>
                <w:szCs w:val="24"/>
              </w:rPr>
              <w:t xml:space="preserve">3 балла  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Участник демонстр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рует грамотное и ум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стное употребление грамматических стру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к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тур в соответствии коммуникативной з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дачей.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Работа практически не содержит ошибок то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ч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ки зрения грамматич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ского оформления (д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пускается не более 1 ошибки, затрудня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ю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щей понимания).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FA" w:rsidRPr="00115553" w:rsidRDefault="00F228FA" w:rsidP="00115553">
            <w:pPr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</w:p>
          <w:p w:rsidR="00F228FA" w:rsidRPr="00115553" w:rsidRDefault="00F228FA" w:rsidP="001155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Участник демонстр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рует уверенное влад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ние навыками в орф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графии  и с пункту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ции. Работа не имеет  ошибок с точки   зр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ния с орфографии. В    работе имеются 1-2 пунктуационные ошибки, не   затру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д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няющие не понимание высказывания. </w:t>
            </w:r>
          </w:p>
        </w:tc>
      </w:tr>
      <w:tr w:rsidR="00F228FA" w:rsidRPr="00115553" w:rsidTr="00115553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1 балл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В целом текст имеет четкую структуру. Текст разделен на 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б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зацы. В </w:t>
            </w:r>
            <w:r w:rsidRPr="00115553">
              <w:rPr>
                <w:rFonts w:ascii="Times New Roman" w:hAnsi="Times New Roman"/>
                <w:w w:val="99"/>
                <w:sz w:val="24"/>
                <w:szCs w:val="24"/>
              </w:rPr>
              <w:t>тексте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прису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т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ствуют связующие элементы. Наблюд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ются </w:t>
            </w:r>
            <w:r w:rsidRPr="00115553">
              <w:rPr>
                <w:rFonts w:ascii="Times New Roman" w:hAnsi="Times New Roman"/>
                <w:w w:val="98"/>
                <w:sz w:val="24"/>
                <w:szCs w:val="24"/>
              </w:rPr>
              <w:t>незначительные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нарушения в структуре и/или логике и/</w:t>
            </w:r>
            <w:bookmarkStart w:id="0" w:name="_GoBack"/>
            <w:bookmarkEnd w:id="0"/>
            <w:r w:rsidRPr="00115553">
              <w:rPr>
                <w:rFonts w:ascii="Times New Roman" w:hAnsi="Times New Roman"/>
                <w:sz w:val="24"/>
                <w:szCs w:val="24"/>
              </w:rPr>
              <w:t>или связности текста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Участник демонстр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рует богатый лексич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ский запас, необход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мый для раскрытия темы, точный выбор слов и адекватное вл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дение лексической с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четаемостью. В работе имеются 2-3 лексич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ские ошибки</w:t>
            </w:r>
            <w:r w:rsidRPr="00115553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Участник демонстр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рует грамотное и ум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стное употребление грамматических стру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к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тур. В работе имеются 2-4 грамматические ошибки, не затру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д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няющие понимание.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1 балл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F228FA" w:rsidRPr="00115553" w:rsidTr="00115553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sz w:val="24"/>
                <w:szCs w:val="24"/>
              </w:rPr>
              <w:t xml:space="preserve">0 баллов 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 xml:space="preserve">Текст не имеет четкой логической структуры. </w:t>
            </w:r>
            <w:r w:rsidRPr="00115553">
              <w:rPr>
                <w:rFonts w:ascii="Times New Roman" w:hAnsi="Times New Roman"/>
                <w:w w:val="97"/>
                <w:sz w:val="24"/>
                <w:szCs w:val="24"/>
              </w:rPr>
              <w:t>Отсутствует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или н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правильно выполнено абзацное членение текста. Имеются </w:t>
            </w:r>
            <w:r w:rsidRPr="00115553">
              <w:rPr>
                <w:rFonts w:ascii="Times New Roman" w:hAnsi="Times New Roman"/>
                <w:w w:val="98"/>
                <w:sz w:val="24"/>
                <w:szCs w:val="24"/>
              </w:rPr>
              <w:t>сер</w:t>
            </w:r>
            <w:r w:rsidRPr="00115553">
              <w:rPr>
                <w:rFonts w:ascii="Times New Roman" w:hAnsi="Times New Roman"/>
                <w:w w:val="98"/>
                <w:sz w:val="24"/>
                <w:szCs w:val="24"/>
              </w:rPr>
              <w:t>ь</w:t>
            </w:r>
            <w:r w:rsidRPr="00115553">
              <w:rPr>
                <w:rFonts w:ascii="Times New Roman" w:hAnsi="Times New Roman"/>
                <w:w w:val="98"/>
                <w:sz w:val="24"/>
                <w:szCs w:val="24"/>
              </w:rPr>
              <w:t>езные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нарушения свя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з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ности текста и/или многочисленные ошибки в употребл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нии логических средств связи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балл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В  целом лексические средства соответств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у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ют заданной теме, 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д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нако имеются нето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ч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ности (ошибки)   в   выборе слов   и лекс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ческой сочетаемости, </w:t>
            </w:r>
            <w:r w:rsidRPr="00115553">
              <w:rPr>
                <w:rFonts w:ascii="Times New Roman" w:hAnsi="Times New Roman"/>
                <w:w w:val="99"/>
                <w:sz w:val="24"/>
                <w:szCs w:val="24"/>
              </w:rPr>
              <w:t>учащийся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допускает 4-6 лексических ошибок </w:t>
            </w:r>
            <w:r w:rsidRPr="00115553">
              <w:rPr>
                <w:rFonts w:ascii="Times New Roman" w:hAnsi="Times New Roman"/>
                <w:w w:val="93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/ или использует стандартную, одноо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б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разную лексику.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 xml:space="preserve">В тексте </w:t>
            </w:r>
            <w:r w:rsidRPr="00115553">
              <w:rPr>
                <w:rFonts w:ascii="Times New Roman" w:hAnsi="Times New Roman"/>
                <w:w w:val="98"/>
                <w:sz w:val="24"/>
                <w:szCs w:val="24"/>
              </w:rPr>
              <w:t>присутствуют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несколько (4-7) гра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м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матических ошибок, не затрудняющих общего понимания текста.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5553">
              <w:rPr>
                <w:b/>
              </w:rPr>
              <w:t xml:space="preserve">0 </w:t>
            </w:r>
            <w:r w:rsidRPr="00115553">
              <w:rPr>
                <w:rFonts w:ascii="Times New Roman" w:hAnsi="Times New Roman"/>
                <w:b/>
                <w:sz w:val="24"/>
                <w:szCs w:val="24"/>
              </w:rPr>
              <w:t xml:space="preserve">баллов  </w:t>
            </w:r>
          </w:p>
          <w:p w:rsidR="00F228FA" w:rsidRPr="00115553" w:rsidRDefault="00F228FA" w:rsidP="0011555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В тексте присутствуют многочисленные орф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графические (более   4)   и/или пунктуационные ошибки (более 4), в том числе затрудня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ю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щие его понимание.</w:t>
            </w:r>
          </w:p>
          <w:p w:rsidR="00F228FA" w:rsidRPr="00115553" w:rsidRDefault="00F228FA" w:rsidP="0011555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28FA" w:rsidRPr="00115553" w:rsidRDefault="00F228FA" w:rsidP="0011555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28FA" w:rsidRPr="00115553" w:rsidRDefault="00F228FA" w:rsidP="0011555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28FA" w:rsidRPr="00115553" w:rsidRDefault="00F228FA" w:rsidP="0011555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28FA" w:rsidRPr="00115553" w:rsidRDefault="00F228FA" w:rsidP="00115553">
            <w:pPr>
              <w:spacing w:after="0" w:line="360" w:lineRule="auto"/>
              <w:jc w:val="both"/>
            </w:pPr>
          </w:p>
        </w:tc>
      </w:tr>
      <w:tr w:rsidR="00F228FA" w:rsidRPr="00115553" w:rsidTr="00115553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sz w:val="24"/>
                <w:szCs w:val="24"/>
              </w:rPr>
              <w:t xml:space="preserve">0 баллов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>Участник демонстр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рует крайне огран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и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ченный словарный </w:t>
            </w:r>
            <w:r w:rsidRPr="00115553">
              <w:rPr>
                <w:rFonts w:ascii="Times New Roman" w:hAnsi="Times New Roman"/>
                <w:w w:val="99"/>
                <w:sz w:val="24"/>
                <w:szCs w:val="24"/>
              </w:rPr>
              <w:t>з</w:t>
            </w:r>
            <w:r w:rsidRPr="00115553">
              <w:rPr>
                <w:rFonts w:ascii="Times New Roman" w:hAnsi="Times New Roman"/>
                <w:w w:val="99"/>
                <w:sz w:val="24"/>
                <w:szCs w:val="24"/>
              </w:rPr>
              <w:t>а</w:t>
            </w:r>
            <w:r w:rsidRPr="00115553">
              <w:rPr>
                <w:rFonts w:ascii="Times New Roman" w:hAnsi="Times New Roman"/>
                <w:w w:val="99"/>
                <w:sz w:val="24"/>
                <w:szCs w:val="24"/>
              </w:rPr>
              <w:t>пас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и  / или в работе имеются многочисле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н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ные ошибки (7 и б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лее) в употреблении лексики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b/>
                <w:bCs/>
                <w:sz w:val="24"/>
                <w:szCs w:val="24"/>
              </w:rPr>
              <w:t>0 баллов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15553">
              <w:rPr>
                <w:rFonts w:ascii="Times New Roman" w:hAnsi="Times New Roman"/>
                <w:sz w:val="24"/>
                <w:szCs w:val="24"/>
              </w:rPr>
              <w:t xml:space="preserve">В тексте </w:t>
            </w:r>
            <w:r w:rsidRPr="00115553">
              <w:rPr>
                <w:rFonts w:ascii="Times New Roman" w:hAnsi="Times New Roman"/>
                <w:w w:val="98"/>
                <w:sz w:val="24"/>
                <w:szCs w:val="24"/>
              </w:rPr>
              <w:t>присутствуют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многочисленные ошибки (8 и более) в разных </w:t>
            </w:r>
            <w:r w:rsidRPr="00115553">
              <w:rPr>
                <w:rFonts w:ascii="Times New Roman" w:hAnsi="Times New Roman"/>
                <w:w w:val="98"/>
                <w:sz w:val="24"/>
                <w:szCs w:val="24"/>
              </w:rPr>
              <w:t>разделах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 xml:space="preserve"> гра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м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матики, в   том числе   затрудняющие его п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5553">
              <w:rPr>
                <w:rFonts w:ascii="Times New Roman" w:hAnsi="Times New Roman"/>
                <w:sz w:val="24"/>
                <w:szCs w:val="24"/>
              </w:rPr>
              <w:t>нимание.</w:t>
            </w:r>
          </w:p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FA" w:rsidRPr="00115553" w:rsidRDefault="00F228FA" w:rsidP="0011555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28FA" w:rsidRDefault="00F228FA" w:rsidP="00A1107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1-2 балла могут быть сняты за </w:t>
      </w:r>
    </w:p>
    <w:p w:rsidR="00F228FA" w:rsidRDefault="00F228FA" w:rsidP="00A1107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орфографические ошибки в словах активного вокабуляра или в простых словах;   </w:t>
      </w:r>
    </w:p>
    <w:p w:rsidR="00F228FA" w:rsidRDefault="00F228FA" w:rsidP="00A1107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небрежное оформление рукописи;   недостаточный объем письменного сочинения (менее 300 слов).</w:t>
      </w:r>
    </w:p>
    <w:p w:rsidR="00F228FA" w:rsidRDefault="00F228FA" w:rsidP="00A110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 балл может быть добавлен за творческий подход к выполнению поставленной задачи</w:t>
      </w:r>
    </w:p>
    <w:p w:rsidR="00F228FA" w:rsidRDefault="00F228FA" w:rsidP="002A3F67">
      <w:pPr>
        <w:spacing w:line="360" w:lineRule="auto"/>
        <w:jc w:val="both"/>
      </w:pPr>
    </w:p>
    <w:sectPr w:rsidR="00F228FA" w:rsidSect="00A1107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8FA" w:rsidRDefault="00F228FA" w:rsidP="00A00AA0">
      <w:pPr>
        <w:spacing w:after="0" w:line="240" w:lineRule="auto"/>
      </w:pPr>
      <w:r>
        <w:separator/>
      </w:r>
    </w:p>
  </w:endnote>
  <w:endnote w:type="continuationSeparator" w:id="0">
    <w:p w:rsidR="00F228FA" w:rsidRDefault="00F228FA" w:rsidP="00A0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8FA" w:rsidRDefault="00F228FA" w:rsidP="00A00AA0">
      <w:pPr>
        <w:spacing w:after="0" w:line="240" w:lineRule="auto"/>
      </w:pPr>
      <w:r>
        <w:separator/>
      </w:r>
    </w:p>
  </w:footnote>
  <w:footnote w:type="continuationSeparator" w:id="0">
    <w:p w:rsidR="00F228FA" w:rsidRDefault="00F228FA" w:rsidP="00A0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8FA" w:rsidRDefault="00F228FA" w:rsidP="00A00AA0">
    <w:pPr>
      <w:pStyle w:val="Header"/>
      <w:jc w:val="center"/>
    </w:pPr>
    <w:r>
      <w:t>Муниципальный  этап всероссийской олимпиады школьников</w:t>
    </w:r>
  </w:p>
  <w:p w:rsidR="00F228FA" w:rsidRDefault="00F228FA" w:rsidP="00A00AA0">
    <w:pPr>
      <w:pStyle w:val="Header"/>
      <w:jc w:val="center"/>
    </w:pPr>
    <w:r>
      <w:t>по немецкому языку  2018/2019 учебный  год</w:t>
    </w:r>
  </w:p>
  <w:p w:rsidR="00F228FA" w:rsidRDefault="00F228FA" w:rsidP="00A00AA0">
    <w:pPr>
      <w:pStyle w:val="Header"/>
      <w:jc w:val="center"/>
    </w:pPr>
    <w:r>
      <w:t>7-8 классы</w:t>
    </w:r>
  </w:p>
  <w:p w:rsidR="00F228FA" w:rsidRDefault="00F228FA">
    <w:pPr>
      <w:pStyle w:val="Header"/>
    </w:pPr>
  </w:p>
  <w:p w:rsidR="00F228FA" w:rsidRDefault="00F228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4795"/>
    <w:multiLevelType w:val="hybridMultilevel"/>
    <w:tmpl w:val="A2BC6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378"/>
    <w:rsid w:val="00115553"/>
    <w:rsid w:val="0018418A"/>
    <w:rsid w:val="001D2D23"/>
    <w:rsid w:val="002573A7"/>
    <w:rsid w:val="0026279D"/>
    <w:rsid w:val="002A3F67"/>
    <w:rsid w:val="002F3AFD"/>
    <w:rsid w:val="003E3905"/>
    <w:rsid w:val="007D6634"/>
    <w:rsid w:val="00A00AA0"/>
    <w:rsid w:val="00A11072"/>
    <w:rsid w:val="00A96A0A"/>
    <w:rsid w:val="00AD7BDC"/>
    <w:rsid w:val="00CA1A5E"/>
    <w:rsid w:val="00F107E8"/>
    <w:rsid w:val="00F228FA"/>
    <w:rsid w:val="00F26378"/>
    <w:rsid w:val="00FC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07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11072"/>
    <w:pPr>
      <w:ind w:left="720"/>
      <w:contextualSpacing/>
    </w:pPr>
    <w:rPr>
      <w:rFonts w:eastAsia="Times New Roman"/>
      <w:lang w:eastAsia="ru-RU"/>
    </w:rPr>
  </w:style>
  <w:style w:type="table" w:styleId="TableGrid">
    <w:name w:val="Table Grid"/>
    <w:basedOn w:val="TableNormal"/>
    <w:uiPriority w:val="99"/>
    <w:rsid w:val="00A11072"/>
    <w:pPr>
      <w:ind w:firstLine="567"/>
      <w:jc w:val="center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0A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0AA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0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0A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90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3</Pages>
  <Words>781</Words>
  <Characters>4458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пк</cp:lastModifiedBy>
  <cp:revision>4</cp:revision>
  <dcterms:created xsi:type="dcterms:W3CDTF">2018-12-03T06:37:00Z</dcterms:created>
  <dcterms:modified xsi:type="dcterms:W3CDTF">2018-12-05T20:00:00Z</dcterms:modified>
</cp:coreProperties>
</file>